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C16EC" w14:textId="3FB6E7DB" w:rsidR="00000000" w:rsidRPr="00FE0AC4" w:rsidRDefault="00EA0E12">
      <w:pPr>
        <w:spacing w:line="480" w:lineRule="auto"/>
        <w:jc w:val="center"/>
        <w:rPr>
          <w:rFonts w:ascii="Franklin Gothic Book" w:hAnsi="Franklin Gothic Book" w:cs="TimesNewRomanPSMT"/>
        </w:rPr>
      </w:pPr>
      <w:r w:rsidRPr="00FE0AC4">
        <w:rPr>
          <w:rFonts w:ascii="Franklin Gothic Book" w:hAnsi="Franklin Gothic Book" w:cs="TimesNewRomanPS-BoldMT"/>
          <w:b/>
          <w:bCs/>
          <w:u w:val="single"/>
        </w:rPr>
        <w:t xml:space="preserve">SALE OF IMMOVABLE PROPERTY </w:t>
      </w:r>
    </w:p>
    <w:p w14:paraId="15C836B3"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THIS AGREEMENT OF SALE executed on the...................... day of................... 201</w:t>
      </w:r>
      <w:r w:rsidRPr="00FE0AC4">
        <w:rPr>
          <w:rFonts w:ascii="Franklin Gothic Book" w:hAnsi="Franklin Gothic Book" w:cs="TimesNewRomanPSMT"/>
        </w:rPr>
        <w:t>7</w:t>
      </w:r>
      <w:r w:rsidRPr="00FE0AC4">
        <w:rPr>
          <w:rFonts w:ascii="Franklin Gothic Book" w:hAnsi="Franklin Gothic Book" w:cs="TimesNewRomanPSMT"/>
        </w:rPr>
        <w:t xml:space="preserve"> between S</w:t>
      </w:r>
      <w:r w:rsidRPr="00FE0AC4">
        <w:rPr>
          <w:rFonts w:ascii="Franklin Gothic Book" w:hAnsi="Franklin Gothic Book" w:cs="TimesNewRomanPSMT"/>
        </w:rPr>
        <w:t xml:space="preserve"> son of SF, resident of......................, hereinafter called the "Vendor" of the one part and P son of PF resident of...................... hereinafter called the "Purchaser" of the other part.</w:t>
      </w:r>
    </w:p>
    <w:p w14:paraId="3CE73823"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(The expression "Vendor" and "Purchaser" wherever they oc</w:t>
      </w:r>
      <w:r w:rsidRPr="00FE0AC4">
        <w:rPr>
          <w:rFonts w:ascii="Franklin Gothic Book" w:hAnsi="Franklin Gothic Book" w:cs="TimesNewRomanPSMT"/>
        </w:rPr>
        <w:t>cur in these presents, shall also mean and include their respective heirs, executors, administrator, legal representatives and assigns).</w:t>
      </w:r>
    </w:p>
    <w:p w14:paraId="0D6158A8" w14:textId="77777777" w:rsidR="00000000" w:rsidRPr="00FE0AC4" w:rsidRDefault="00EA0E12">
      <w:pPr>
        <w:jc w:val="both"/>
        <w:rPr>
          <w:rFonts w:ascii="Franklin Gothic Book" w:hAnsi="Franklin Gothic Book" w:cs="TimesNewRomanPSMT"/>
        </w:rPr>
      </w:pPr>
    </w:p>
    <w:p w14:paraId="6A92D283"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WHEREAS the vendor is the sole and absolute owner of the property more fully set out in the Schedule hereunder:</w:t>
      </w:r>
    </w:p>
    <w:p w14:paraId="1DA2CF3F" w14:textId="77777777" w:rsidR="00000000" w:rsidRPr="00FE0AC4" w:rsidRDefault="00EA0E12">
      <w:pPr>
        <w:jc w:val="both"/>
        <w:rPr>
          <w:rFonts w:ascii="Franklin Gothic Book" w:hAnsi="Franklin Gothic Book" w:cs="TimesNewRomanPSMT"/>
        </w:rPr>
      </w:pPr>
    </w:p>
    <w:p w14:paraId="09F56DB2"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AND W</w:t>
      </w:r>
      <w:r w:rsidRPr="00FE0AC4">
        <w:rPr>
          <w:rFonts w:ascii="Franklin Gothic Book" w:hAnsi="Franklin Gothic Book" w:cs="TimesNewRomanPSMT"/>
        </w:rPr>
        <w:t>HEREAS it is agreed that the vendor shall sell and the purchaser shall purchase the said property for the sum of Rs....................... (Rupees in words) free of all encumbrances.</w:t>
      </w:r>
    </w:p>
    <w:p w14:paraId="277DF5EB" w14:textId="77777777" w:rsidR="00000000" w:rsidRPr="00FE0AC4" w:rsidRDefault="00EA0E12">
      <w:pPr>
        <w:jc w:val="both"/>
        <w:rPr>
          <w:rFonts w:ascii="Franklin Gothic Book" w:hAnsi="Franklin Gothic Book" w:cs="TimesNewRomanPSMT"/>
        </w:rPr>
      </w:pPr>
    </w:p>
    <w:p w14:paraId="26501150" w14:textId="77777777" w:rsidR="00000000" w:rsidRPr="00FE0AC4" w:rsidRDefault="00EA0E12">
      <w:pPr>
        <w:spacing w:line="360" w:lineRule="auto"/>
        <w:jc w:val="both"/>
        <w:rPr>
          <w:rFonts w:ascii="Franklin Gothic Book" w:hAnsi="Franklin Gothic Book" w:cs="TimesNewRomanPSMT"/>
        </w:rPr>
      </w:pPr>
      <w:r w:rsidRPr="00FE0AC4">
        <w:rPr>
          <w:rFonts w:ascii="Franklin Gothic Book" w:hAnsi="Franklin Gothic Book" w:cs="TimesNewRomanPSMT"/>
        </w:rPr>
        <w:t>NOW THIS AGREEMENT OF SALE WITNESSES AS FOLLOWS:</w:t>
      </w:r>
    </w:p>
    <w:p w14:paraId="68B4F4D7"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1. The price of the pro</w:t>
      </w:r>
      <w:r w:rsidRPr="00FE0AC4">
        <w:rPr>
          <w:rFonts w:ascii="Franklin Gothic Book" w:hAnsi="Franklin Gothic Book" w:cs="TimesNewRomanPSMT"/>
        </w:rPr>
        <w:t>perty more fully set out in the Schedule is fixed at Rs.......................(Rupees......................) free of all encumbrances.</w:t>
      </w:r>
    </w:p>
    <w:p w14:paraId="0121C097" w14:textId="77777777" w:rsidR="00000000" w:rsidRPr="00FE0AC4" w:rsidRDefault="00EA0E12">
      <w:pPr>
        <w:jc w:val="both"/>
        <w:rPr>
          <w:rFonts w:ascii="Franklin Gothic Book" w:hAnsi="Franklin Gothic Book" w:cs="TimesNewRomanPSMT"/>
          <w:sz w:val="18"/>
        </w:rPr>
      </w:pPr>
    </w:p>
    <w:p w14:paraId="06E6043A"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2. The purchaser has paid to the vendor this day the sum of Rs......................(Rupees......................) by wa</w:t>
      </w:r>
      <w:r w:rsidRPr="00FE0AC4">
        <w:rPr>
          <w:rFonts w:ascii="Franklin Gothic Book" w:hAnsi="Franklin Gothic Book" w:cs="TimesNewRomanPSMT"/>
        </w:rPr>
        <w:t>y of earnest money for the due performance of the agreement, the receipt of which the vendor doth hereby admit and acknowledge.</w:t>
      </w:r>
    </w:p>
    <w:p w14:paraId="413CCE5B" w14:textId="77777777" w:rsidR="00000000" w:rsidRPr="00FE0AC4" w:rsidRDefault="00EA0E12">
      <w:pPr>
        <w:jc w:val="both"/>
        <w:rPr>
          <w:rFonts w:ascii="Franklin Gothic Book" w:hAnsi="Franklin Gothic Book" w:cs="TimesNewRomanPSMT"/>
          <w:sz w:val="18"/>
        </w:rPr>
      </w:pPr>
    </w:p>
    <w:p w14:paraId="54C5619F"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3. The time for performance of the agreement shall be...................... months from this date, and it is agreed that time f</w:t>
      </w:r>
      <w:r w:rsidRPr="00FE0AC4">
        <w:rPr>
          <w:rFonts w:ascii="Franklin Gothic Book" w:hAnsi="Franklin Gothic Book" w:cs="TimesNewRomanPSMT"/>
        </w:rPr>
        <w:t>ixed herein for performance shall be the essence of this contract.</w:t>
      </w:r>
    </w:p>
    <w:p w14:paraId="333EE9C7" w14:textId="77777777" w:rsidR="00000000" w:rsidRPr="00FE0AC4" w:rsidRDefault="00EA0E12">
      <w:pPr>
        <w:jc w:val="both"/>
        <w:rPr>
          <w:rFonts w:ascii="Franklin Gothic Book" w:hAnsi="Franklin Gothic Book" w:cs="TimesNewRomanPSMT"/>
          <w:sz w:val="18"/>
        </w:rPr>
      </w:pPr>
    </w:p>
    <w:p w14:paraId="0F9B490B"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 xml:space="preserve">4. The purchaser shall pay to the vendor the </w:t>
      </w:r>
      <w:proofErr w:type="gramStart"/>
      <w:r w:rsidRPr="00FE0AC4">
        <w:rPr>
          <w:rFonts w:ascii="Franklin Gothic Book" w:hAnsi="Franklin Gothic Book" w:cs="TimesNewRomanPSMT"/>
        </w:rPr>
        <w:t>balance  sale</w:t>
      </w:r>
      <w:proofErr w:type="gramEnd"/>
      <w:r w:rsidRPr="00FE0AC4">
        <w:rPr>
          <w:rFonts w:ascii="Franklin Gothic Book" w:hAnsi="Franklin Gothic Book" w:cs="TimesNewRomanPSMT"/>
        </w:rPr>
        <w:t xml:space="preserve"> price of Rs............. (Rupees.........................................................) before registration of the sale deed.</w:t>
      </w:r>
    </w:p>
    <w:p w14:paraId="534DE4FD" w14:textId="77777777" w:rsidR="00000000" w:rsidRPr="00FE0AC4" w:rsidRDefault="00EA0E12">
      <w:pPr>
        <w:jc w:val="both"/>
        <w:rPr>
          <w:rFonts w:ascii="Franklin Gothic Book" w:hAnsi="Franklin Gothic Book" w:cs="TimesNewRomanPSMT"/>
          <w:sz w:val="18"/>
        </w:rPr>
      </w:pPr>
    </w:p>
    <w:p w14:paraId="6E56AE60"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5. The vendor agrees that he will deliver vacant possession of the property to the purchaser before registration of the sale deed. Alternatively, the vendor agrees that he will put the purchaser in constructive possession (if vacant possession is not poss</w:t>
      </w:r>
      <w:r w:rsidRPr="00FE0AC4">
        <w:rPr>
          <w:rFonts w:ascii="Franklin Gothic Book" w:hAnsi="Franklin Gothic Book" w:cs="TimesNewRomanPSMT"/>
        </w:rPr>
        <w:t>ible) of the property by causing the tenant in occupation of it to attorn their tenancy to the purchaser.</w:t>
      </w:r>
    </w:p>
    <w:p w14:paraId="0E6C8B5E" w14:textId="77777777" w:rsidR="00000000" w:rsidRPr="00FE0AC4" w:rsidRDefault="00EA0E12">
      <w:pPr>
        <w:jc w:val="both"/>
        <w:rPr>
          <w:rFonts w:ascii="Franklin Gothic Book" w:hAnsi="Franklin Gothic Book" w:cs="TimesNewRomanPSMT"/>
          <w:sz w:val="18"/>
        </w:rPr>
      </w:pPr>
    </w:p>
    <w:p w14:paraId="752B5D9A"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 xml:space="preserve">6. The vendor shall execute the sale deed in </w:t>
      </w:r>
      <w:proofErr w:type="spellStart"/>
      <w:r w:rsidRPr="00FE0AC4">
        <w:rPr>
          <w:rFonts w:ascii="Franklin Gothic Book" w:hAnsi="Franklin Gothic Book" w:cs="TimesNewRomanPSMT"/>
        </w:rPr>
        <w:t>favour</w:t>
      </w:r>
      <w:proofErr w:type="spellEnd"/>
      <w:r w:rsidRPr="00FE0AC4">
        <w:rPr>
          <w:rFonts w:ascii="Franklin Gothic Book" w:hAnsi="Franklin Gothic Book" w:cs="TimesNewRomanPSMT"/>
        </w:rPr>
        <w:t xml:space="preserve"> of the purchaser or his nominee or nominees as purchaser may require.</w:t>
      </w:r>
    </w:p>
    <w:p w14:paraId="1BB2CF97" w14:textId="77777777" w:rsidR="00000000" w:rsidRPr="00FE0AC4" w:rsidRDefault="00EA0E12">
      <w:pPr>
        <w:jc w:val="both"/>
        <w:rPr>
          <w:rFonts w:ascii="Franklin Gothic Book" w:hAnsi="Franklin Gothic Book" w:cs="TimesNewRomanPSMT"/>
          <w:sz w:val="18"/>
        </w:rPr>
      </w:pPr>
    </w:p>
    <w:p w14:paraId="35D28409"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7. The vendor shall hand o</w:t>
      </w:r>
      <w:r w:rsidRPr="00FE0AC4">
        <w:rPr>
          <w:rFonts w:ascii="Franklin Gothic Book" w:hAnsi="Franklin Gothic Book" w:cs="TimesNewRomanPSMT"/>
        </w:rPr>
        <w:t>ver all the title deeds of the property to the purchaser or his advocate nominated by him within................... days from the date of this Agreement for scrutiny of title and the opinion of the vendor's Advocate regarding title of the property shall be</w:t>
      </w:r>
      <w:r w:rsidRPr="00FE0AC4">
        <w:rPr>
          <w:rFonts w:ascii="Franklin Gothic Book" w:hAnsi="Franklin Gothic Book" w:cs="TimesNewRomanPSMT"/>
        </w:rPr>
        <w:t xml:space="preserve"> final and conclusive. The purchaser shall duly intimate the vendor about the approval of the title within................ days after delivering the title deeds to him or his</w:t>
      </w:r>
    </w:p>
    <w:p w14:paraId="68201F3D"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Advocate.</w:t>
      </w:r>
    </w:p>
    <w:p w14:paraId="335B5C6D"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8. If the vendor's title to the property is not approved by the purchas</w:t>
      </w:r>
      <w:r w:rsidRPr="00FE0AC4">
        <w:rPr>
          <w:rFonts w:ascii="Franklin Gothic Book" w:hAnsi="Franklin Gothic Book" w:cs="TimesNewRomanPSMT"/>
        </w:rPr>
        <w:t>er, the vendor shall refund to the purchaser the earnest money received by him under this Agreement and on failure of the vendor to refund the earnest money within...................... days he shall be liable to repay the same with interest thereon at....</w:t>
      </w:r>
      <w:r w:rsidRPr="00FE0AC4">
        <w:rPr>
          <w:rFonts w:ascii="Franklin Gothic Book" w:hAnsi="Franklin Gothic Book" w:cs="TimesNewRomanPSMT"/>
        </w:rPr>
        <w:t>.................. per cent per annum.</w:t>
      </w:r>
    </w:p>
    <w:p w14:paraId="52F57F56" w14:textId="77777777" w:rsidR="00000000" w:rsidRPr="00FE0AC4" w:rsidRDefault="00EA0E12">
      <w:pPr>
        <w:jc w:val="both"/>
        <w:rPr>
          <w:rFonts w:ascii="Franklin Gothic Book" w:hAnsi="Franklin Gothic Book" w:cs="TimesNewRomanPSMT"/>
        </w:rPr>
      </w:pPr>
    </w:p>
    <w:p w14:paraId="2F22F9DC"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9. If the purchaser commits a breach of the Agreement, he shall forfeit the earnest amount of Rs...................... (Rupees......................) paid by him to the vendor.</w:t>
      </w:r>
    </w:p>
    <w:p w14:paraId="6BD82ACF" w14:textId="77777777" w:rsidR="00000000" w:rsidRPr="00FE0AC4" w:rsidRDefault="00EA0E12">
      <w:pPr>
        <w:jc w:val="both"/>
        <w:rPr>
          <w:rFonts w:ascii="Franklin Gothic Book" w:hAnsi="Franklin Gothic Book" w:cs="TimesNewRomanPSMT"/>
          <w:sz w:val="18"/>
        </w:rPr>
      </w:pPr>
    </w:p>
    <w:p w14:paraId="5EEF48C0"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 xml:space="preserve">10. If the vendor commits a breach of </w:t>
      </w:r>
      <w:r w:rsidRPr="00FE0AC4">
        <w:rPr>
          <w:rFonts w:ascii="Franklin Gothic Book" w:hAnsi="Franklin Gothic Book" w:cs="TimesNewRomanPSMT"/>
        </w:rPr>
        <w:t>the Agreement, the vendor shall not only refund to the purchaser the sum of Rs................. (Rupees......................) received by him as earnest money, but shall also pay to the purchaser an equal sum by way of liquidated damages.</w:t>
      </w:r>
    </w:p>
    <w:p w14:paraId="1CC6C9D7" w14:textId="77777777" w:rsidR="00000000" w:rsidRPr="00FE0AC4" w:rsidRDefault="00EA0E12">
      <w:pPr>
        <w:jc w:val="both"/>
        <w:rPr>
          <w:rFonts w:ascii="Franklin Gothic Book" w:hAnsi="Franklin Gothic Book" w:cs="TimesNewRomanPSMT"/>
          <w:sz w:val="18"/>
        </w:rPr>
      </w:pPr>
    </w:p>
    <w:p w14:paraId="1139F9A7"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11. Nothing con</w:t>
      </w:r>
      <w:r w:rsidRPr="00FE0AC4">
        <w:rPr>
          <w:rFonts w:ascii="Franklin Gothic Book" w:hAnsi="Franklin Gothic Book" w:cs="TimesNewRomanPSMT"/>
        </w:rPr>
        <w:t>tained in paras 9 and 10 supra shall prejudice the rights of the parties hereto, to specific performance of this Agreement of sale.</w:t>
      </w:r>
    </w:p>
    <w:p w14:paraId="782B2626" w14:textId="77777777" w:rsidR="00000000" w:rsidRPr="00FE0AC4" w:rsidRDefault="00EA0E12">
      <w:pPr>
        <w:jc w:val="both"/>
        <w:rPr>
          <w:rFonts w:ascii="Franklin Gothic Book" w:hAnsi="Franklin Gothic Book" w:cs="TimesNewRomanPSMT"/>
        </w:rPr>
      </w:pPr>
    </w:p>
    <w:p w14:paraId="2A637FA2" w14:textId="77777777" w:rsidR="00000000" w:rsidRPr="00FE0AC4" w:rsidRDefault="00EA0E12">
      <w:pPr>
        <w:jc w:val="both"/>
        <w:rPr>
          <w:rFonts w:ascii="Franklin Gothic Book" w:hAnsi="Franklin Gothic Book" w:cs="TimesNewRomanPS-BoldMT"/>
          <w:b/>
          <w:bCs/>
        </w:rPr>
      </w:pPr>
      <w:r w:rsidRPr="00FE0AC4">
        <w:rPr>
          <w:rFonts w:ascii="Franklin Gothic Book" w:hAnsi="Franklin Gothic Book" w:cs="TimesNewRomanPS-BoldMT"/>
          <w:b/>
          <w:bCs/>
        </w:rPr>
        <w:t>Dispute Resolution and Jurisdiction</w:t>
      </w:r>
    </w:p>
    <w:p w14:paraId="46243F32" w14:textId="77777777" w:rsidR="00000000" w:rsidRPr="00FE0AC4" w:rsidRDefault="00EA0E12">
      <w:pPr>
        <w:ind w:left="720" w:hanging="270"/>
        <w:jc w:val="both"/>
        <w:rPr>
          <w:rFonts w:ascii="Franklin Gothic Book" w:hAnsi="Franklin Gothic Book" w:cs="TimesNewRomanPS-BoldMT"/>
          <w:b/>
          <w:bCs/>
        </w:rPr>
      </w:pPr>
    </w:p>
    <w:p w14:paraId="779936BB" w14:textId="77777777" w:rsidR="00000000" w:rsidRPr="00FE0AC4" w:rsidRDefault="00EA0E12">
      <w:pPr>
        <w:ind w:left="1080" w:hanging="360"/>
        <w:jc w:val="both"/>
        <w:rPr>
          <w:rFonts w:ascii="Franklin Gothic Book" w:hAnsi="Franklin Gothic Book" w:cs="TimesNewRomanPSMT"/>
        </w:rPr>
      </w:pPr>
      <w:r w:rsidRPr="00FE0AC4">
        <w:rPr>
          <w:rFonts w:ascii="Franklin Gothic Book" w:hAnsi="Franklin Gothic Book" w:cs="TimesNewRomanPSMT"/>
        </w:rPr>
        <w:t xml:space="preserve">1. Any dispute, controversy or claims arising out of or relating to this Agreement or </w:t>
      </w:r>
      <w:r w:rsidRPr="00FE0AC4">
        <w:rPr>
          <w:rFonts w:ascii="Franklin Gothic Book" w:hAnsi="Franklin Gothic Book" w:cs="TimesNewRomanPSMT"/>
        </w:rPr>
        <w:t>the breach, termination or invalidity thereof, shall be settled by arbitration in accordance with the provisions of the [Indian] Arbitration and Conciliation Act, 1996.</w:t>
      </w:r>
    </w:p>
    <w:p w14:paraId="4BD58E68" w14:textId="77777777" w:rsidR="00000000" w:rsidRPr="00FE0AC4" w:rsidRDefault="00EA0E12">
      <w:pPr>
        <w:ind w:left="990" w:hanging="270"/>
        <w:jc w:val="both"/>
        <w:rPr>
          <w:rFonts w:ascii="Franklin Gothic Book" w:hAnsi="Franklin Gothic Book" w:cs="TimesNewRomanPSMT"/>
        </w:rPr>
      </w:pPr>
    </w:p>
    <w:p w14:paraId="5AC509F7" w14:textId="77777777" w:rsidR="00000000" w:rsidRPr="00FE0AC4" w:rsidRDefault="00EA0E12">
      <w:pPr>
        <w:ind w:left="990" w:hanging="270"/>
        <w:jc w:val="both"/>
        <w:rPr>
          <w:rFonts w:ascii="Franklin Gothic Book" w:hAnsi="Franklin Gothic Book" w:cs="TimesNewRomanPSMT"/>
        </w:rPr>
      </w:pPr>
      <w:r w:rsidRPr="00FE0AC4">
        <w:rPr>
          <w:rFonts w:ascii="Franklin Gothic Book" w:hAnsi="Franklin Gothic Book" w:cs="TimesNewRomanPSMT"/>
        </w:rPr>
        <w:t>2. The arbitra</w:t>
      </w:r>
      <w:r w:rsidRPr="00FE0AC4">
        <w:rPr>
          <w:rFonts w:ascii="Franklin Gothic Book" w:hAnsi="Franklin Gothic Book" w:cs="TimesNewRomanPSMT"/>
        </w:rPr>
        <w:t>tion shall be by the Sole Arbitrator appointed with mutual consent.</w:t>
      </w:r>
    </w:p>
    <w:p w14:paraId="541C2EEF" w14:textId="77777777" w:rsidR="00000000" w:rsidRPr="00FE0AC4" w:rsidRDefault="00EA0E12">
      <w:pPr>
        <w:ind w:left="990" w:hanging="270"/>
        <w:jc w:val="both"/>
        <w:rPr>
          <w:rFonts w:ascii="Franklin Gothic Book" w:hAnsi="Franklin Gothic Book" w:cs="TimesNewRomanPSMT"/>
        </w:rPr>
      </w:pPr>
    </w:p>
    <w:p w14:paraId="5841575F" w14:textId="77777777" w:rsidR="00000000" w:rsidRPr="00FE0AC4" w:rsidRDefault="00EA0E12">
      <w:pPr>
        <w:ind w:left="990" w:hanging="270"/>
        <w:jc w:val="both"/>
        <w:rPr>
          <w:rFonts w:ascii="Franklin Gothic Book" w:hAnsi="Franklin Gothic Book" w:cs="TimesNewRomanPSMT"/>
        </w:rPr>
      </w:pPr>
      <w:r w:rsidRPr="00FE0AC4">
        <w:rPr>
          <w:rFonts w:ascii="Franklin Gothic Book" w:hAnsi="Franklin Gothic Book" w:cs="TimesNewRomanPSMT"/>
        </w:rPr>
        <w:t xml:space="preserve">3. </w:t>
      </w:r>
      <w:r w:rsidRPr="00FE0AC4">
        <w:rPr>
          <w:rFonts w:ascii="Franklin Gothic Book" w:hAnsi="Franklin Gothic Book" w:cs="TimesNewRomanPSMT"/>
        </w:rPr>
        <w:t xml:space="preserve">The place of arbitration shall be at ……………… and any award </w:t>
      </w:r>
      <w:proofErr w:type="gramStart"/>
      <w:r w:rsidRPr="00FE0AC4">
        <w:rPr>
          <w:rFonts w:ascii="Franklin Gothic Book" w:hAnsi="Franklin Gothic Book" w:cs="TimesNewRomanPSMT"/>
        </w:rPr>
        <w:t>whether  interim</w:t>
      </w:r>
      <w:proofErr w:type="gramEnd"/>
      <w:r w:rsidRPr="00FE0AC4">
        <w:rPr>
          <w:rFonts w:ascii="Franklin Gothic Book" w:hAnsi="Franklin Gothic Book" w:cs="TimesNewRomanPSMT"/>
        </w:rPr>
        <w:t xml:space="preserve"> or final, shall be made, and shall be deemed for all purposes between the Parties to be made in ……………………..</w:t>
      </w:r>
    </w:p>
    <w:p w14:paraId="5DC1BB77" w14:textId="77777777" w:rsidR="00000000" w:rsidRPr="00FE0AC4" w:rsidRDefault="00EA0E12">
      <w:pPr>
        <w:ind w:left="990" w:hanging="270"/>
        <w:jc w:val="both"/>
        <w:rPr>
          <w:rFonts w:ascii="Franklin Gothic Book" w:hAnsi="Franklin Gothic Book" w:cs="TimesNewRomanPSMT"/>
        </w:rPr>
      </w:pPr>
    </w:p>
    <w:p w14:paraId="6C41A9E8" w14:textId="77777777" w:rsidR="00000000" w:rsidRPr="00FE0AC4" w:rsidRDefault="00EA0E12">
      <w:pPr>
        <w:ind w:left="990" w:hanging="270"/>
        <w:jc w:val="both"/>
        <w:rPr>
          <w:rFonts w:ascii="Franklin Gothic Book" w:hAnsi="Franklin Gothic Book" w:cs="TimesNewRomanPSMT"/>
        </w:rPr>
      </w:pPr>
      <w:r w:rsidRPr="00FE0AC4">
        <w:rPr>
          <w:rFonts w:ascii="Franklin Gothic Book" w:hAnsi="Franklin Gothic Book" w:cs="TimesNewRomanPSMT"/>
        </w:rPr>
        <w:t>4. The arbitral procedure shall be conducted in the English/</w:t>
      </w:r>
      <w:r w:rsidRPr="00FE0AC4">
        <w:rPr>
          <w:rFonts w:ascii="Franklin Gothic Book" w:hAnsi="Franklin Gothic Book" w:cs="TimesNewRomanPSMT"/>
        </w:rPr>
        <w:t>Kannada</w:t>
      </w:r>
      <w:r w:rsidRPr="00FE0AC4">
        <w:rPr>
          <w:rFonts w:ascii="Franklin Gothic Book" w:hAnsi="Franklin Gothic Book" w:cs="TimesNewRomanPSMT"/>
        </w:rPr>
        <w:t xml:space="preserve"> langu</w:t>
      </w:r>
      <w:r w:rsidRPr="00FE0AC4">
        <w:rPr>
          <w:rFonts w:ascii="Franklin Gothic Book" w:hAnsi="Franklin Gothic Book" w:cs="TimesNewRomanPSMT"/>
        </w:rPr>
        <w:t>age and any award or awards shall be rendered in English/</w:t>
      </w:r>
      <w:r w:rsidRPr="00FE0AC4">
        <w:rPr>
          <w:rFonts w:ascii="Franklin Gothic Book" w:hAnsi="Franklin Gothic Book" w:cs="TimesNewRomanPSMT"/>
        </w:rPr>
        <w:t>Kannada</w:t>
      </w:r>
      <w:r w:rsidRPr="00FE0AC4">
        <w:rPr>
          <w:rFonts w:ascii="Franklin Gothic Book" w:hAnsi="Franklin Gothic Book" w:cs="TimesNewRomanPSMT"/>
        </w:rPr>
        <w:t>. The procedural law of the arbitration shall be Indian law.</w:t>
      </w:r>
    </w:p>
    <w:p w14:paraId="2E2015C7" w14:textId="77777777" w:rsidR="00000000" w:rsidRPr="00FE0AC4" w:rsidRDefault="00EA0E12">
      <w:pPr>
        <w:ind w:left="990" w:hanging="270"/>
        <w:jc w:val="both"/>
        <w:rPr>
          <w:rFonts w:ascii="Franklin Gothic Book" w:hAnsi="Franklin Gothic Book" w:cs="TimesNewRomanPSMT"/>
        </w:rPr>
      </w:pPr>
    </w:p>
    <w:p w14:paraId="1FF04DBC" w14:textId="77777777" w:rsidR="00000000" w:rsidRPr="00FE0AC4" w:rsidRDefault="00EA0E12">
      <w:pPr>
        <w:ind w:left="1080" w:hanging="360"/>
        <w:jc w:val="both"/>
        <w:rPr>
          <w:rFonts w:ascii="Franklin Gothic Book" w:hAnsi="Franklin Gothic Book" w:cs="TimesNewRomanPSMT"/>
        </w:rPr>
      </w:pPr>
      <w:r w:rsidRPr="00FE0AC4">
        <w:rPr>
          <w:rFonts w:ascii="Franklin Gothic Book" w:hAnsi="Franklin Gothic Book" w:cs="TimesNewRomanPSMT"/>
        </w:rPr>
        <w:t xml:space="preserve">5. The award of the arbitral tribunal shall be final, conclusive and binding upon the Parties, and the provisions of the [Indian] </w:t>
      </w:r>
      <w:r w:rsidRPr="00FE0AC4">
        <w:rPr>
          <w:rFonts w:ascii="Franklin Gothic Book" w:hAnsi="Franklin Gothic Book" w:cs="TimesNewRomanPSMT"/>
        </w:rPr>
        <w:t>Arbitration and Conciliation Act, 1996 shall apply.</w:t>
      </w:r>
    </w:p>
    <w:p w14:paraId="60E2E1FD" w14:textId="77777777" w:rsidR="00000000" w:rsidRPr="00FE0AC4" w:rsidRDefault="00EA0E12">
      <w:pPr>
        <w:ind w:left="1080" w:hanging="360"/>
        <w:jc w:val="both"/>
        <w:rPr>
          <w:rFonts w:ascii="Franklin Gothic Book" w:hAnsi="Franklin Gothic Book" w:cs="TimesNewRomanPSMT"/>
        </w:rPr>
      </w:pPr>
    </w:p>
    <w:p w14:paraId="7B0485B1" w14:textId="77777777" w:rsidR="00000000" w:rsidRPr="00FE0AC4" w:rsidRDefault="00EA0E12">
      <w:pPr>
        <w:ind w:left="1080" w:hanging="360"/>
        <w:jc w:val="both"/>
        <w:rPr>
          <w:rFonts w:ascii="Franklin Gothic Book" w:hAnsi="Franklin Gothic Book" w:cs="TimesNewRomanPSMT"/>
        </w:rPr>
      </w:pPr>
      <w:r w:rsidRPr="00FE0AC4">
        <w:rPr>
          <w:rFonts w:ascii="Franklin Gothic Book" w:hAnsi="Franklin Gothic Book" w:cs="TimesNewRomanPSMT"/>
        </w:rPr>
        <w:t>6. The rights and obligations of the Parties under, or pursuant to, this Clause, including the arbitration agreement in this Clause, shall be governed by and be subject to Indian law, and the agreement s</w:t>
      </w:r>
      <w:r w:rsidRPr="00FE0AC4">
        <w:rPr>
          <w:rFonts w:ascii="Franklin Gothic Book" w:hAnsi="Franklin Gothic Book" w:cs="TimesNewRomanPSMT"/>
        </w:rPr>
        <w:t>hall be subject to the exclusive jurisdiction of the courts at _____________. (place to be named as per the agreement between the parties)</w:t>
      </w:r>
    </w:p>
    <w:p w14:paraId="7789CEE2"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 xml:space="preserve"> </w:t>
      </w:r>
    </w:p>
    <w:p w14:paraId="7CD2B067" w14:textId="77777777" w:rsidR="00000000" w:rsidRPr="00FE0AC4" w:rsidRDefault="00EA0E12">
      <w:pPr>
        <w:rPr>
          <w:rFonts w:ascii="Franklin Gothic Book" w:hAnsi="Franklin Gothic Book" w:cs="TimesNewRomanPSMT"/>
        </w:rPr>
      </w:pPr>
    </w:p>
    <w:p w14:paraId="39C66CCF" w14:textId="77777777" w:rsidR="00000000" w:rsidRPr="00FE0AC4" w:rsidRDefault="00EA0E12">
      <w:pPr>
        <w:pageBreakBefore/>
        <w:spacing w:line="480" w:lineRule="auto"/>
        <w:jc w:val="center"/>
        <w:rPr>
          <w:rFonts w:ascii="Franklin Gothic Book" w:hAnsi="Franklin Gothic Book" w:cs="TimesNewRomanPSMT"/>
          <w:sz w:val="18"/>
        </w:rPr>
      </w:pPr>
      <w:r w:rsidRPr="00FE0AC4">
        <w:rPr>
          <w:rFonts w:ascii="Franklin Gothic Book" w:hAnsi="Franklin Gothic Book" w:cs="TimesNewRomanPSMT"/>
          <w:sz w:val="18"/>
        </w:rPr>
        <w:lastRenderedPageBreak/>
        <w:t>3</w:t>
      </w:r>
    </w:p>
    <w:p w14:paraId="0C4911C0" w14:textId="77777777" w:rsidR="00000000" w:rsidRPr="00FE0AC4" w:rsidRDefault="00EA0E12">
      <w:pPr>
        <w:jc w:val="both"/>
        <w:rPr>
          <w:rFonts w:ascii="Franklin Gothic Book" w:hAnsi="Franklin Gothic Book" w:cs="TimesNewRomanPSMT"/>
          <w:sz w:val="18"/>
        </w:rPr>
      </w:pPr>
    </w:p>
    <w:p w14:paraId="6A3AB057" w14:textId="77777777" w:rsidR="00000000" w:rsidRPr="00FE0AC4" w:rsidRDefault="00EA0E12">
      <w:pPr>
        <w:spacing w:line="360" w:lineRule="auto"/>
        <w:jc w:val="center"/>
        <w:rPr>
          <w:rFonts w:ascii="Franklin Gothic Book" w:hAnsi="Franklin Gothic Book" w:cs="TimesNewRomanPSMT"/>
        </w:rPr>
      </w:pPr>
      <w:r w:rsidRPr="00FE0AC4">
        <w:rPr>
          <w:rFonts w:ascii="Franklin Gothic Book" w:hAnsi="Franklin Gothic Book" w:cs="TimesNewRomanPS-BoldMT"/>
          <w:b/>
          <w:bCs/>
        </w:rPr>
        <w:t>(Schedule of Property)</w:t>
      </w:r>
    </w:p>
    <w:p w14:paraId="688BDF48" w14:textId="77777777" w:rsidR="00000000" w:rsidRPr="00FE0AC4" w:rsidRDefault="00EA0E12">
      <w:pPr>
        <w:jc w:val="both"/>
        <w:rPr>
          <w:rFonts w:ascii="Franklin Gothic Book" w:hAnsi="Franklin Gothic Book" w:cs="TimesNewRomanPSMT"/>
          <w:sz w:val="18"/>
        </w:rPr>
      </w:pPr>
      <w:r w:rsidRPr="00FE0AC4">
        <w:rPr>
          <w:rFonts w:ascii="Franklin Gothic Book" w:hAnsi="Franklin Gothic Book" w:cs="TimesNewRomanPSMT"/>
        </w:rPr>
        <w:t>IN WITNESS WHEREOF the vendor and the purchaser have set their hands to the Agreement of</w:t>
      </w:r>
      <w:r w:rsidRPr="00FE0AC4">
        <w:rPr>
          <w:rFonts w:ascii="Franklin Gothic Book" w:hAnsi="Franklin Gothic Book" w:cs="TimesNewRomanPSMT"/>
        </w:rPr>
        <w:t xml:space="preserve"> sale on this the..................day of...................... 2007 in the presence of the witnesses:</w:t>
      </w:r>
    </w:p>
    <w:p w14:paraId="5901B9A7" w14:textId="77777777" w:rsidR="00000000" w:rsidRPr="00FE0AC4" w:rsidRDefault="00EA0E12">
      <w:pPr>
        <w:jc w:val="both"/>
        <w:rPr>
          <w:rFonts w:ascii="Franklin Gothic Book" w:hAnsi="Franklin Gothic Book" w:cs="TimesNewRomanPSMT"/>
          <w:sz w:val="18"/>
        </w:rPr>
      </w:pPr>
    </w:p>
    <w:p w14:paraId="323C161C"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 xml:space="preserve">Witness: </w:t>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t>Vendor</w:t>
      </w:r>
    </w:p>
    <w:p w14:paraId="4628ECDD" w14:textId="77777777" w:rsidR="00000000" w:rsidRPr="00FE0AC4" w:rsidRDefault="00EA0E12">
      <w:pPr>
        <w:jc w:val="both"/>
        <w:rPr>
          <w:rFonts w:ascii="Franklin Gothic Book" w:hAnsi="Franklin Gothic Book" w:cs="TimesNewRomanPSMT"/>
          <w:sz w:val="10"/>
        </w:rPr>
      </w:pPr>
    </w:p>
    <w:p w14:paraId="2B13B912"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 xml:space="preserve">Witness: </w:t>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t>Purchaser</w:t>
      </w:r>
    </w:p>
    <w:p w14:paraId="2EAFB8C3" w14:textId="77777777" w:rsidR="00000000" w:rsidRPr="00FE0AC4" w:rsidRDefault="00EA0E12">
      <w:pPr>
        <w:jc w:val="both"/>
        <w:rPr>
          <w:rFonts w:ascii="Franklin Gothic Book" w:hAnsi="Franklin Gothic Book" w:cs="TimesNewRomanPSMT"/>
        </w:rPr>
      </w:pPr>
    </w:p>
    <w:p w14:paraId="264FE6C9" w14:textId="77777777" w:rsidR="00000000" w:rsidRPr="00FE0AC4" w:rsidRDefault="00EA0E12">
      <w:pPr>
        <w:spacing w:line="360" w:lineRule="auto"/>
        <w:jc w:val="both"/>
        <w:rPr>
          <w:rFonts w:ascii="Franklin Gothic Book" w:hAnsi="Franklin Gothic Book" w:cs="TimesNewRomanPSMT"/>
        </w:rPr>
      </w:pPr>
      <w:r w:rsidRPr="00FE0AC4">
        <w:rPr>
          <w:rFonts w:ascii="Franklin Gothic Book" w:hAnsi="Franklin Gothic Book" w:cs="TimesNewRomanPS-BoldMT"/>
          <w:b/>
          <w:bCs/>
        </w:rPr>
        <w:t>(2A) Specimen Schedule of the Property</w:t>
      </w:r>
    </w:p>
    <w:p w14:paraId="62556D9B"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1. Municipal No./Ward No./Plot No./</w:t>
      </w:r>
      <w:proofErr w:type="spellStart"/>
      <w:r w:rsidRPr="00FE0AC4">
        <w:rPr>
          <w:rFonts w:ascii="Franklin Gothic Book" w:hAnsi="Franklin Gothic Book" w:cs="TimesNewRomanPSMT"/>
        </w:rPr>
        <w:t>Khasra</w:t>
      </w:r>
      <w:proofErr w:type="spellEnd"/>
      <w:r w:rsidRPr="00FE0AC4">
        <w:rPr>
          <w:rFonts w:ascii="Franklin Gothic Book" w:hAnsi="Franklin Gothic Book" w:cs="TimesNewRomanPSMT"/>
        </w:rPr>
        <w:t xml:space="preserve"> No.:</w:t>
      </w:r>
    </w:p>
    <w:p w14:paraId="025AC32E" w14:textId="77777777" w:rsidR="00000000" w:rsidRPr="00FE0AC4" w:rsidRDefault="00EA0E12">
      <w:pPr>
        <w:jc w:val="both"/>
        <w:rPr>
          <w:rFonts w:ascii="Franklin Gothic Book" w:hAnsi="Franklin Gothic Book" w:cs="TimesNewRomanPSMT"/>
          <w:sz w:val="10"/>
        </w:rPr>
      </w:pPr>
    </w:p>
    <w:p w14:paraId="6EFE7674"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2. Locat</w:t>
      </w:r>
      <w:r w:rsidRPr="00FE0AC4">
        <w:rPr>
          <w:rFonts w:ascii="Franklin Gothic Book" w:hAnsi="Franklin Gothic Book" w:cs="TimesNewRomanPSMT"/>
        </w:rPr>
        <w:t xml:space="preserve">ion: </w:t>
      </w:r>
      <w:r w:rsidRPr="00FE0AC4">
        <w:rPr>
          <w:rFonts w:ascii="Franklin Gothic Book" w:hAnsi="Franklin Gothic Book" w:cs="TimesNewRomanPSMT"/>
        </w:rPr>
        <w:tab/>
        <w:t xml:space="preserve">      Street No.:</w:t>
      </w:r>
    </w:p>
    <w:p w14:paraId="33132991"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 xml:space="preserve">                          </w:t>
      </w:r>
      <w:r w:rsidRPr="00FE0AC4">
        <w:rPr>
          <w:rFonts w:ascii="Franklin Gothic Book" w:hAnsi="Franklin Gothic Book" w:cs="TimesNewRomanPSMT"/>
        </w:rPr>
        <w:t>Street Name:</w:t>
      </w:r>
    </w:p>
    <w:p w14:paraId="012E7FF6" w14:textId="77777777" w:rsidR="00000000" w:rsidRPr="00FE0AC4" w:rsidRDefault="00EA0E12">
      <w:pPr>
        <w:jc w:val="both"/>
        <w:rPr>
          <w:rFonts w:ascii="Franklin Gothic Book" w:hAnsi="Franklin Gothic Book" w:cs="TimesNewRomanPSMT"/>
          <w:sz w:val="10"/>
        </w:rPr>
      </w:pPr>
    </w:p>
    <w:p w14:paraId="6FEFC380"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3. Place/Area North:</w:t>
      </w:r>
    </w:p>
    <w:p w14:paraId="5C2BFC1C"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 xml:space="preserve">                      </w:t>
      </w:r>
      <w:r w:rsidRPr="00FE0AC4">
        <w:rPr>
          <w:rFonts w:ascii="Franklin Gothic Book" w:hAnsi="Franklin Gothic Book" w:cs="TimesNewRomanPSMT"/>
        </w:rPr>
        <w:t>South:</w:t>
      </w:r>
    </w:p>
    <w:p w14:paraId="1E73B83C"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 xml:space="preserve">                      </w:t>
      </w:r>
      <w:r w:rsidRPr="00FE0AC4">
        <w:rPr>
          <w:rFonts w:ascii="Franklin Gothic Book" w:hAnsi="Franklin Gothic Book" w:cs="TimesNewRomanPSMT"/>
        </w:rPr>
        <w:t>East:</w:t>
      </w:r>
    </w:p>
    <w:p w14:paraId="586F8527"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 xml:space="preserve">                      </w:t>
      </w:r>
      <w:r w:rsidRPr="00FE0AC4">
        <w:rPr>
          <w:rFonts w:ascii="Franklin Gothic Book" w:hAnsi="Franklin Gothic Book" w:cs="TimesNewRomanPSMT"/>
        </w:rPr>
        <w:t>West:</w:t>
      </w:r>
    </w:p>
    <w:p w14:paraId="4953FB37" w14:textId="77777777" w:rsidR="00000000" w:rsidRPr="00FE0AC4" w:rsidRDefault="00EA0E12">
      <w:pPr>
        <w:jc w:val="both"/>
        <w:rPr>
          <w:rFonts w:ascii="Franklin Gothic Book" w:hAnsi="Franklin Gothic Book" w:cs="TimesNewRomanPSMT"/>
          <w:sz w:val="10"/>
        </w:rPr>
      </w:pPr>
    </w:p>
    <w:p w14:paraId="35D942D9"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4. District /T</w:t>
      </w:r>
      <w:r w:rsidRPr="00FE0AC4">
        <w:rPr>
          <w:rFonts w:ascii="Franklin Gothic Book" w:hAnsi="Franklin Gothic Book" w:cs="TimesNewRomanPSMT"/>
        </w:rPr>
        <w:t>aluka</w:t>
      </w:r>
      <w:r w:rsidRPr="00FE0AC4">
        <w:rPr>
          <w:rFonts w:ascii="Franklin Gothic Book" w:hAnsi="Franklin Gothic Book" w:cs="TimesNewRomanPSMT"/>
        </w:rPr>
        <w:t>/</w:t>
      </w:r>
      <w:r w:rsidRPr="00FE0AC4">
        <w:rPr>
          <w:rFonts w:ascii="Franklin Gothic Book" w:hAnsi="Franklin Gothic Book" w:cs="TimesNewRomanPSMT"/>
        </w:rPr>
        <w:t>Village/</w:t>
      </w:r>
      <w:proofErr w:type="spellStart"/>
      <w:r w:rsidRPr="00FE0AC4">
        <w:rPr>
          <w:rFonts w:ascii="Franklin Gothic Book" w:hAnsi="Franklin Gothic Book" w:cs="TimesNewRomanPSMT"/>
        </w:rPr>
        <w:t>Hobli</w:t>
      </w:r>
      <w:proofErr w:type="spellEnd"/>
      <w:r w:rsidRPr="00FE0AC4">
        <w:rPr>
          <w:rFonts w:ascii="Franklin Gothic Book" w:hAnsi="Franklin Gothic Book" w:cs="TimesNewRomanPSMT"/>
        </w:rPr>
        <w:t>:</w:t>
      </w:r>
    </w:p>
    <w:p w14:paraId="6AE65ED0" w14:textId="77777777" w:rsidR="00000000" w:rsidRPr="00FE0AC4" w:rsidRDefault="00EA0E12">
      <w:pPr>
        <w:jc w:val="both"/>
        <w:rPr>
          <w:rFonts w:ascii="Franklin Gothic Book" w:hAnsi="Franklin Gothic Book" w:cs="TimesNewRomanPSMT"/>
          <w:sz w:val="10"/>
        </w:rPr>
      </w:pPr>
    </w:p>
    <w:p w14:paraId="22D0458E"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5. Police Station:</w:t>
      </w:r>
    </w:p>
    <w:p w14:paraId="2B0912F5" w14:textId="77777777" w:rsidR="00000000" w:rsidRPr="00FE0AC4" w:rsidRDefault="00EA0E12">
      <w:pPr>
        <w:jc w:val="both"/>
        <w:rPr>
          <w:rFonts w:ascii="Franklin Gothic Book" w:hAnsi="Franklin Gothic Book" w:cs="TimesNewRomanPSMT"/>
          <w:sz w:val="10"/>
        </w:rPr>
      </w:pPr>
    </w:p>
    <w:p w14:paraId="16290797"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6. District/State:</w:t>
      </w:r>
    </w:p>
    <w:p w14:paraId="3F14E361" w14:textId="77777777" w:rsidR="00000000" w:rsidRPr="00FE0AC4" w:rsidRDefault="00EA0E12">
      <w:pPr>
        <w:jc w:val="both"/>
        <w:rPr>
          <w:rFonts w:ascii="Franklin Gothic Book" w:hAnsi="Franklin Gothic Book" w:cs="TimesNewRomanPSMT"/>
          <w:sz w:val="10"/>
        </w:rPr>
      </w:pPr>
    </w:p>
    <w:p w14:paraId="1F63CA92"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 xml:space="preserve">7. Exact </w:t>
      </w:r>
      <w:r w:rsidRPr="00FE0AC4">
        <w:rPr>
          <w:rFonts w:ascii="Franklin Gothic Book" w:hAnsi="Franklin Gothic Book" w:cs="TimesNewRomanPSMT"/>
        </w:rPr>
        <w:t>Measurement:</w:t>
      </w:r>
    </w:p>
    <w:p w14:paraId="525EFDB5" w14:textId="77777777" w:rsidR="00000000" w:rsidRPr="00FE0AC4" w:rsidRDefault="00EA0E12">
      <w:pPr>
        <w:jc w:val="both"/>
        <w:rPr>
          <w:rFonts w:ascii="Franklin Gothic Book" w:hAnsi="Franklin Gothic Book" w:cs="TimesNewRomanPSMT"/>
          <w:sz w:val="10"/>
        </w:rPr>
      </w:pPr>
    </w:p>
    <w:p w14:paraId="2137EB36" w14:textId="77777777" w:rsidR="00000000" w:rsidRPr="00FE0AC4" w:rsidRDefault="00EA0E12">
      <w:pPr>
        <w:jc w:val="both"/>
        <w:rPr>
          <w:rFonts w:ascii="Franklin Gothic Book" w:hAnsi="Franklin Gothic Book" w:cs="TimesNewRomanPSMT"/>
        </w:rPr>
      </w:pPr>
      <w:r w:rsidRPr="00FE0AC4">
        <w:rPr>
          <w:rFonts w:ascii="Franklin Gothic Book" w:hAnsi="Franklin Gothic Book" w:cs="TimesNewRomanPSMT"/>
        </w:rPr>
        <w:t xml:space="preserve">         </w:t>
      </w:r>
      <w:r w:rsidRPr="00FE0AC4">
        <w:rPr>
          <w:rFonts w:ascii="Franklin Gothic Book" w:hAnsi="Franklin Gothic Book" w:cs="TimesNewRomanPSMT"/>
        </w:rPr>
        <w:tab/>
        <w:t xml:space="preserve">Total </w:t>
      </w:r>
      <w:r w:rsidRPr="00FE0AC4">
        <w:rPr>
          <w:rFonts w:ascii="Franklin Gothic Book" w:hAnsi="Franklin Gothic Book" w:cs="TimesNewRomanPSMT"/>
        </w:rPr>
        <w:tab/>
      </w:r>
      <w:r w:rsidRPr="00FE0AC4">
        <w:rPr>
          <w:rFonts w:ascii="Franklin Gothic Book" w:hAnsi="Franklin Gothic Book" w:cs="TimesNewRomanPSMT"/>
        </w:rPr>
        <w:tab/>
        <w:t xml:space="preserve">Area: </w:t>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t>Measurement of all sides:</w:t>
      </w:r>
    </w:p>
    <w:p w14:paraId="79474404" w14:textId="77777777" w:rsidR="00000000" w:rsidRPr="00FE0AC4" w:rsidRDefault="00EA0E12">
      <w:pPr>
        <w:ind w:firstLine="720"/>
        <w:jc w:val="both"/>
        <w:rPr>
          <w:rFonts w:ascii="Franklin Gothic Book" w:hAnsi="Franklin Gothic Book" w:cs="TimesNewRomanPSMT"/>
        </w:rPr>
      </w:pPr>
      <w:r w:rsidRPr="00FE0AC4">
        <w:rPr>
          <w:rFonts w:ascii="Franklin Gothic Book" w:hAnsi="Franklin Gothic Book" w:cs="TimesNewRomanPSMT"/>
        </w:rPr>
        <w:t xml:space="preserve">Plinth </w:t>
      </w:r>
      <w:r w:rsidRPr="00FE0AC4">
        <w:rPr>
          <w:rFonts w:ascii="Franklin Gothic Book" w:hAnsi="Franklin Gothic Book" w:cs="TimesNewRomanPSMT"/>
        </w:rPr>
        <w:tab/>
        <w:t xml:space="preserve">   area/floor </w:t>
      </w:r>
      <w:r w:rsidRPr="00FE0AC4">
        <w:rPr>
          <w:rFonts w:ascii="Franklin Gothic Book" w:hAnsi="Franklin Gothic Book" w:cs="TimesNewRomanPSMT"/>
        </w:rPr>
        <w:tab/>
        <w:t xml:space="preserve">    area: </w:t>
      </w:r>
      <w:r w:rsidRPr="00FE0AC4">
        <w:rPr>
          <w:rFonts w:ascii="Franklin Gothic Book" w:hAnsi="Franklin Gothic Book" w:cs="TimesNewRomanPSMT"/>
        </w:rPr>
        <w:tab/>
      </w:r>
      <w:r w:rsidRPr="00FE0AC4">
        <w:rPr>
          <w:rFonts w:ascii="Franklin Gothic Book" w:hAnsi="Franklin Gothic Book" w:cs="TimesNewRomanPSMT"/>
        </w:rPr>
        <w:tab/>
      </w:r>
      <w:r w:rsidRPr="00FE0AC4">
        <w:rPr>
          <w:rFonts w:ascii="Franklin Gothic Book" w:hAnsi="Franklin Gothic Book" w:cs="TimesNewRomanPSMT"/>
        </w:rPr>
        <w:tab/>
        <w:t>Sketch/plan:</w:t>
      </w:r>
    </w:p>
    <w:p w14:paraId="3E093FA5" w14:textId="77777777" w:rsidR="00000000" w:rsidRPr="00FE0AC4" w:rsidRDefault="00EA0E12">
      <w:pPr>
        <w:ind w:firstLine="720"/>
        <w:jc w:val="both"/>
        <w:rPr>
          <w:rFonts w:ascii="Franklin Gothic Book" w:hAnsi="Franklin Gothic Book" w:cs="TimesNewRomanPSMT"/>
          <w:sz w:val="10"/>
        </w:rPr>
      </w:pPr>
      <w:r w:rsidRPr="00FE0AC4">
        <w:rPr>
          <w:rFonts w:ascii="Franklin Gothic Book" w:hAnsi="Franklin Gothic Book" w:cs="TimesNewRomanPSMT"/>
        </w:rPr>
        <w:t>Carpet area:</w:t>
      </w:r>
    </w:p>
    <w:p w14:paraId="03DB6FE4" w14:textId="77777777" w:rsidR="00000000" w:rsidRPr="00FE0AC4" w:rsidRDefault="00EA0E12">
      <w:pPr>
        <w:ind w:firstLine="720"/>
        <w:jc w:val="both"/>
        <w:rPr>
          <w:rFonts w:ascii="Franklin Gothic Book" w:hAnsi="Franklin Gothic Book" w:cs="TimesNewRomanPSMT"/>
          <w:sz w:val="10"/>
        </w:rPr>
      </w:pPr>
    </w:p>
    <w:p w14:paraId="1460343B" w14:textId="77777777" w:rsidR="00000000" w:rsidRPr="00FE0AC4" w:rsidRDefault="00EA0E12">
      <w:pPr>
        <w:spacing w:line="480" w:lineRule="auto"/>
        <w:ind w:firstLine="720"/>
        <w:jc w:val="center"/>
        <w:rPr>
          <w:rFonts w:ascii="Franklin Gothic Book" w:hAnsi="Franklin Gothic Book" w:cs="TimesNewRomanPSMT"/>
          <w:sz w:val="10"/>
        </w:rPr>
      </w:pPr>
      <w:r w:rsidRPr="00FE0AC4">
        <w:rPr>
          <w:rFonts w:ascii="Franklin Gothic Book" w:hAnsi="Franklin Gothic Book" w:cs="TimesNewRomanPSMT"/>
          <w:sz w:val="18"/>
        </w:rPr>
        <w:t>3</w:t>
      </w:r>
    </w:p>
    <w:p w14:paraId="49C069F7" w14:textId="77777777" w:rsidR="00000000" w:rsidRPr="00FE0AC4" w:rsidRDefault="00EA0E12">
      <w:pPr>
        <w:ind w:firstLine="720"/>
        <w:jc w:val="both"/>
        <w:rPr>
          <w:rFonts w:ascii="Franklin Gothic Book" w:hAnsi="Franklin Gothic Book" w:cs="TimesNewRomanPSMT"/>
          <w:sz w:val="10"/>
        </w:rPr>
      </w:pPr>
    </w:p>
    <w:p w14:paraId="75ADFAD9"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8. Fixtures &amp; Fittings:</w:t>
      </w:r>
    </w:p>
    <w:p w14:paraId="2E7D5A08" w14:textId="77777777" w:rsidR="00000000" w:rsidRPr="00FE0AC4" w:rsidRDefault="00EA0E12">
      <w:pPr>
        <w:jc w:val="both"/>
        <w:rPr>
          <w:rFonts w:ascii="Franklin Gothic Book" w:hAnsi="Franklin Gothic Book" w:cs="TimesNewRomanPSMT"/>
          <w:sz w:val="10"/>
        </w:rPr>
      </w:pPr>
    </w:p>
    <w:p w14:paraId="19F3C0D9"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9. Any other items to be covered in sale deed.</w:t>
      </w:r>
    </w:p>
    <w:p w14:paraId="3739F370" w14:textId="77777777" w:rsidR="00000000" w:rsidRPr="00FE0AC4" w:rsidRDefault="00EA0E12">
      <w:pPr>
        <w:jc w:val="both"/>
        <w:rPr>
          <w:rFonts w:ascii="Franklin Gothic Book" w:hAnsi="Franklin Gothic Book" w:cs="TimesNewRomanPSMT"/>
          <w:sz w:val="10"/>
        </w:rPr>
      </w:pPr>
    </w:p>
    <w:p w14:paraId="453CE8C7"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10. Permitted use of the land/building:</w:t>
      </w:r>
    </w:p>
    <w:p w14:paraId="4CBAF302" w14:textId="77777777" w:rsidR="00000000" w:rsidRPr="00FE0AC4" w:rsidRDefault="00EA0E12">
      <w:pPr>
        <w:jc w:val="both"/>
        <w:rPr>
          <w:rFonts w:ascii="Franklin Gothic Book" w:hAnsi="Franklin Gothic Book" w:cs="TimesNewRomanPSMT"/>
          <w:sz w:val="10"/>
        </w:rPr>
      </w:pPr>
    </w:p>
    <w:p w14:paraId="3B096FF7" w14:textId="77777777" w:rsidR="00000000" w:rsidRPr="00FE0AC4" w:rsidRDefault="00EA0E12">
      <w:pPr>
        <w:jc w:val="both"/>
        <w:rPr>
          <w:rFonts w:ascii="Franklin Gothic Book" w:hAnsi="Franklin Gothic Book" w:cs="TimesNewRomanPSMT"/>
          <w:sz w:val="10"/>
        </w:rPr>
      </w:pPr>
      <w:r w:rsidRPr="00FE0AC4">
        <w:rPr>
          <w:rFonts w:ascii="Franklin Gothic Book" w:hAnsi="Franklin Gothic Book" w:cs="TimesNewRomanPSMT"/>
        </w:rPr>
        <w:t>In case</w:t>
      </w:r>
      <w:r w:rsidRPr="00FE0AC4">
        <w:rPr>
          <w:rFonts w:ascii="Franklin Gothic Book" w:hAnsi="Franklin Gothic Book" w:cs="TimesNewRomanPSMT"/>
        </w:rPr>
        <w:t xml:space="preserve"> of agricultural land, the schedule may be modified to include the </w:t>
      </w:r>
      <w:r w:rsidRPr="00FE0AC4">
        <w:rPr>
          <w:rFonts w:ascii="Franklin Gothic Book" w:hAnsi="Franklin Gothic Book" w:cs="TimesNewRomanPSMT"/>
        </w:rPr>
        <w:t>Survey Number</w:t>
      </w:r>
      <w:r w:rsidRPr="00FE0AC4">
        <w:rPr>
          <w:rFonts w:ascii="Franklin Gothic Book" w:hAnsi="Franklin Gothic Book" w:cs="TimesNewRomanPSMT"/>
        </w:rPr>
        <w:t xml:space="preserve"> with area and location as per the revenue records supplied by the </w:t>
      </w:r>
      <w:r w:rsidRPr="00FE0AC4">
        <w:rPr>
          <w:rFonts w:ascii="Franklin Gothic Book" w:hAnsi="Franklin Gothic Book" w:cs="TimesNewRomanPSMT"/>
        </w:rPr>
        <w:t>R</w:t>
      </w:r>
      <w:r w:rsidRPr="00FE0AC4">
        <w:rPr>
          <w:rFonts w:ascii="Franklin Gothic Book" w:hAnsi="Franklin Gothic Book" w:cs="TimesNewRomanPSMT"/>
        </w:rPr>
        <w:t>evenue office of the District /T</w:t>
      </w:r>
      <w:r w:rsidRPr="00FE0AC4">
        <w:rPr>
          <w:rFonts w:ascii="Franklin Gothic Book" w:hAnsi="Franklin Gothic Book" w:cs="TimesNewRomanPSMT"/>
        </w:rPr>
        <w:t>aluka</w:t>
      </w:r>
      <w:r w:rsidRPr="00FE0AC4">
        <w:rPr>
          <w:rFonts w:ascii="Franklin Gothic Book" w:hAnsi="Franklin Gothic Book" w:cs="TimesNewRomanPSMT"/>
        </w:rPr>
        <w:t>/</w:t>
      </w:r>
      <w:r w:rsidRPr="00FE0AC4">
        <w:rPr>
          <w:rFonts w:ascii="Franklin Gothic Book" w:hAnsi="Franklin Gothic Book" w:cs="TimesNewRomanPSMT"/>
        </w:rPr>
        <w:t>Village/</w:t>
      </w:r>
      <w:proofErr w:type="spellStart"/>
      <w:r w:rsidRPr="00FE0AC4">
        <w:rPr>
          <w:rFonts w:ascii="Franklin Gothic Book" w:hAnsi="Franklin Gothic Book" w:cs="TimesNewRomanPSMT"/>
        </w:rPr>
        <w:t>Hobli</w:t>
      </w:r>
      <w:proofErr w:type="spellEnd"/>
      <w:r w:rsidRPr="00FE0AC4">
        <w:rPr>
          <w:rFonts w:ascii="Franklin Gothic Book" w:hAnsi="Franklin Gothic Book" w:cs="TimesNewRomanPSMT"/>
        </w:rPr>
        <w:t>.</w:t>
      </w:r>
    </w:p>
    <w:p w14:paraId="74192135" w14:textId="77777777" w:rsidR="00000000" w:rsidRPr="00FE0AC4" w:rsidRDefault="00EA0E12">
      <w:pPr>
        <w:jc w:val="both"/>
        <w:rPr>
          <w:rFonts w:ascii="Franklin Gothic Book" w:hAnsi="Franklin Gothic Book" w:cs="TimesNewRomanPSMT"/>
          <w:sz w:val="10"/>
        </w:rPr>
      </w:pPr>
    </w:p>
    <w:p w14:paraId="031BDD3A" w14:textId="77777777" w:rsidR="00FE0AC4" w:rsidRPr="00FE0AC4" w:rsidRDefault="00EA0E12">
      <w:pPr>
        <w:jc w:val="both"/>
        <w:rPr>
          <w:rFonts w:ascii="Franklin Gothic Book" w:hAnsi="Franklin Gothic Book"/>
        </w:rPr>
      </w:pPr>
      <w:r w:rsidRPr="00FE0AC4">
        <w:rPr>
          <w:rFonts w:ascii="Franklin Gothic Book" w:hAnsi="Franklin Gothic Book" w:cs="TimesNewRomanPSMT"/>
        </w:rPr>
        <w:t>It is also a requirement that a survey is done as to a</w:t>
      </w:r>
      <w:r w:rsidRPr="00FE0AC4">
        <w:rPr>
          <w:rFonts w:ascii="Franklin Gothic Book" w:hAnsi="Franklin Gothic Book" w:cs="TimesNewRomanPSMT"/>
        </w:rPr>
        <w:t>scertain the exact measurement of area and compare it with what is mentioned in the title deed. Buyer can make sure that he is buying a property of a particular measurement.</w:t>
      </w:r>
    </w:p>
    <w:sectPr w:rsidR="00FE0AC4" w:rsidRPr="00FE0AC4">
      <w:headerReference w:type="default" r:id="rId6"/>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B0B1D0" w14:textId="77777777" w:rsidR="00EA0E12" w:rsidRDefault="00EA0E12" w:rsidP="00FE0AC4">
      <w:r>
        <w:separator/>
      </w:r>
    </w:p>
  </w:endnote>
  <w:endnote w:type="continuationSeparator" w:id="0">
    <w:p w14:paraId="61B693D3" w14:textId="77777777" w:rsidR="00EA0E12" w:rsidRDefault="00EA0E12" w:rsidP="00FE0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charset w:val="01"/>
    <w:family w:val="auto"/>
    <w:pitch w:val="variable"/>
  </w:font>
  <w:font w:name="Lohit Marathi">
    <w:altName w:val="Calibri"/>
    <w:charset w:val="01"/>
    <w:family w:val="auto"/>
    <w:pitch w:val="variable"/>
  </w:font>
  <w:font w:name="Liberation Sans">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imesNewRomanPSMT">
    <w:altName w:val="Times New Roman"/>
    <w:charset w:val="01"/>
    <w:family w:val="auto"/>
    <w:pitch w:val="variable"/>
  </w:font>
  <w:font w:name="TimesNewRomanPS-BoldMT">
    <w:altName w:val="Times New Roman"/>
    <w:charset w:val="01"/>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A80B5" w14:textId="77777777" w:rsidR="00FE0AC4" w:rsidRDefault="00FE0AC4" w:rsidP="00D419CC">
    <w:pPr>
      <w:pStyle w:val="Footer"/>
      <w:jc w:val="right"/>
    </w:pPr>
    <w:r>
      <w:t>www.vPlus.co.in</w:t>
    </w:r>
  </w:p>
  <w:p w14:paraId="7F174E3A" w14:textId="77777777" w:rsidR="00FE0AC4" w:rsidRDefault="00FE0A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9314E" w14:textId="77777777" w:rsidR="00EA0E12" w:rsidRDefault="00EA0E12" w:rsidP="00FE0AC4">
      <w:r>
        <w:separator/>
      </w:r>
    </w:p>
  </w:footnote>
  <w:footnote w:type="continuationSeparator" w:id="0">
    <w:p w14:paraId="3C424B8A" w14:textId="77777777" w:rsidR="00EA0E12" w:rsidRDefault="00EA0E12" w:rsidP="00FE0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6C5CE0" w14:textId="77777777" w:rsidR="00FE0AC4" w:rsidRDefault="00FE0AC4" w:rsidP="00D419CC">
    <w:pPr>
      <w:pStyle w:val="Header"/>
      <w:rPr>
        <w:lang w:bidi="ar-SA"/>
      </w:rPr>
    </w:pPr>
  </w:p>
  <w:p w14:paraId="3033CDA0" w14:textId="77777777" w:rsidR="00FE0AC4" w:rsidRDefault="00FE0AC4" w:rsidP="00D419CC">
    <w:pPr>
      <w:pStyle w:val="Header"/>
    </w:pPr>
  </w:p>
  <w:p w14:paraId="4E643B35" w14:textId="1E6DDA33" w:rsidR="00FE0AC4" w:rsidRDefault="00FE0AC4" w:rsidP="00D419CC">
    <w:pPr>
      <w:pStyle w:val="Header"/>
    </w:pPr>
    <w:r>
      <w:rPr>
        <w:noProof/>
      </w:rPr>
      <w:pict w14:anchorId="75822F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margin-left:69.75pt;margin-top:255.2pt;width:376.5pt;height:324pt;z-index:-1;visibility:visibl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">
          <v:imagedata r:id="rId1" o:title="" croptop="-1334f" cropbottom="-2251f" cropleft="-254f" cropright="-35f"/>
          <o:lock v:ext="edit" aspectratio="f"/>
        </v:shape>
      </w:pict>
    </w:r>
    <w:r>
      <w:t>(On Company Letterhead)</w:t>
    </w:r>
  </w:p>
  <w:p w14:paraId="7640300D" w14:textId="77777777" w:rsidR="00FE0AC4" w:rsidRDefault="00FE0AC4">
    <w:pPr>
      <w:pStyle w:val="Header"/>
    </w:pPr>
  </w:p>
  <w:p w14:paraId="4F76AC54" w14:textId="77777777" w:rsidR="00FE0AC4" w:rsidRDefault="00FE0A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0AC4"/>
    <w:rsid w:val="00EA0E12"/>
    <w:rsid w:val="00FE0AC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04D9E4C3"/>
  <w15:chartTrackingRefBased/>
  <w15:docId w15:val="{5247D4A7-6BBF-4F39-B493-70D307A40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erif" w:eastAsia="Droid Sans Fallback" w:hAnsi="Liberation Serif" w:cs="Lohit Marathi"/>
      <w:kern w:val="1"/>
      <w:sz w:val="24"/>
      <w:szCs w:val="24"/>
      <w:lang w:val="en-U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Default">
    <w:name w:val="Default"/>
    <w:pPr>
      <w:suppressAutoHyphens/>
    </w:pPr>
    <w:rPr>
      <w:rFonts w:ascii="Arial" w:eastAsia="Droid Sans Fallback" w:hAnsi="Arial" w:cs="Arial"/>
      <w:color w:val="000000"/>
      <w:kern w:val="1"/>
      <w:sz w:val="24"/>
      <w:szCs w:val="24"/>
      <w:lang w:val="en-US" w:eastAsia="zh-CN" w:bidi="hi-IN"/>
    </w:rPr>
  </w:style>
  <w:style w:type="paragraph" w:styleId="Header">
    <w:name w:val="header"/>
    <w:basedOn w:val="Normal"/>
    <w:link w:val="HeaderChar"/>
    <w:uiPriority w:val="99"/>
    <w:unhideWhenUsed/>
    <w:rsid w:val="00FE0AC4"/>
    <w:pPr>
      <w:tabs>
        <w:tab w:val="center" w:pos="4513"/>
        <w:tab w:val="right" w:pos="9026"/>
      </w:tabs>
    </w:pPr>
    <w:rPr>
      <w:rFonts w:cs="Mangal"/>
      <w:szCs w:val="21"/>
    </w:rPr>
  </w:style>
  <w:style w:type="character" w:customStyle="1" w:styleId="HeaderChar">
    <w:name w:val="Header Char"/>
    <w:link w:val="Header"/>
    <w:uiPriority w:val="99"/>
    <w:rsid w:val="00FE0AC4"/>
    <w:rPr>
      <w:rFonts w:ascii="Liberation Serif" w:eastAsia="Droid Sans Fallback" w:hAnsi="Liberation Serif" w:cs="Mangal"/>
      <w:kern w:val="1"/>
      <w:sz w:val="24"/>
      <w:szCs w:val="21"/>
      <w:lang w:val="en-US" w:eastAsia="zh-CN" w:bidi="hi-IN"/>
    </w:rPr>
  </w:style>
  <w:style w:type="paragraph" w:styleId="Footer">
    <w:name w:val="footer"/>
    <w:basedOn w:val="Normal"/>
    <w:link w:val="FooterChar"/>
    <w:uiPriority w:val="99"/>
    <w:unhideWhenUsed/>
    <w:rsid w:val="00FE0AC4"/>
    <w:pPr>
      <w:tabs>
        <w:tab w:val="center" w:pos="4513"/>
        <w:tab w:val="right" w:pos="9026"/>
      </w:tabs>
    </w:pPr>
    <w:rPr>
      <w:rFonts w:cs="Mangal"/>
      <w:szCs w:val="21"/>
    </w:rPr>
  </w:style>
  <w:style w:type="character" w:customStyle="1" w:styleId="FooterChar">
    <w:name w:val="Footer Char"/>
    <w:link w:val="Footer"/>
    <w:uiPriority w:val="99"/>
    <w:rsid w:val="00FE0AC4"/>
    <w:rPr>
      <w:rFonts w:ascii="Liberation Serif" w:eastAsia="Droid Sans Fallback" w:hAnsi="Liberation Serif" w:cs="Mangal"/>
      <w:kern w:val="1"/>
      <w:sz w:val="24"/>
      <w:szCs w:val="21"/>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hay%20Jaiswal\Downloads\Model-Sale-De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Model-Sale-Deed.dot</Template>
  <TotalTime>1</TotalTime>
  <Pages>3</Pages>
  <Words>924</Words>
  <Characters>5267</Characters>
  <Application>Microsoft Office Word</Application>
  <DocSecurity>0</DocSecurity>
  <Lines>43</Lines>
  <Paragraphs>12</Paragraphs>
  <ScaleCrop>false</ScaleCrop>
  <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Abhay Jaiswal</dc:creator>
  <cp:keywords/>
  <dc:description/>
  <cp:lastModifiedBy>Abhay Jaiswal</cp:lastModifiedBy>
  <cp:revision>1</cp:revision>
  <cp:lastPrinted>1601-01-01T00:00:00Z</cp:lastPrinted>
  <dcterms:created xsi:type="dcterms:W3CDTF">2020-08-03T11:56:00Z</dcterms:created>
  <dcterms:modified xsi:type="dcterms:W3CDTF">2020-08-03T11:57:00Z</dcterms:modified>
</cp:coreProperties>
</file>